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174FDF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82901A" w14:textId="77777777" w:rsidR="002229D8" w:rsidRPr="002557F5" w:rsidRDefault="00B67D39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="002229D8"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="002229D8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57BBDBFB" w:rsidR="00B67D39" w:rsidRPr="002229D8" w:rsidRDefault="002229D8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E089A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66110F6F" w:rsid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49FCDCA" w14:textId="77777777" w:rsidR="001257A6" w:rsidRPr="00CC7E12" w:rsidRDefault="001257A6" w:rsidP="00872F1F">
      <w:pPr>
        <w:jc w:val="both"/>
        <w:rPr>
          <w:rFonts w:cstheme="minorHAnsi"/>
        </w:rPr>
      </w:pPr>
    </w:p>
    <w:p w14:paraId="63B1B52A" w14:textId="1CF65C82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Na potrzeby postępowania o udzielenie zamówienia prowadzonego pn.</w:t>
      </w:r>
      <w:r w:rsidR="002229D8">
        <w:rPr>
          <w:rFonts w:cstheme="minorHAnsi"/>
        </w:rPr>
        <w:t xml:space="preserve"> </w:t>
      </w:r>
      <w:r w:rsidR="009E157C" w:rsidRPr="009E157C">
        <w:rPr>
          <w:rFonts w:cstheme="minorHAnsi"/>
          <w:b/>
          <w:i/>
        </w:rPr>
        <w:t xml:space="preserve">Wykonanie robót budowlanych </w:t>
      </w:r>
      <w:r w:rsidR="009E157C">
        <w:rPr>
          <w:rFonts w:cstheme="minorHAnsi"/>
          <w:b/>
          <w:i/>
        </w:rPr>
        <w:t xml:space="preserve">      </w:t>
      </w:r>
      <w:r w:rsidR="009E157C" w:rsidRPr="009E157C">
        <w:rPr>
          <w:rFonts w:cstheme="minorHAnsi"/>
          <w:b/>
          <w:i/>
        </w:rPr>
        <w:t>w branży elektroenergetycznej na terenie działania OŁD w RE Łódź, w podziale na 4 niezależne części</w:t>
      </w:r>
      <w:r w:rsidRPr="00CC7E12">
        <w:rPr>
          <w:rFonts w:cstheme="minorHAnsi"/>
        </w:rPr>
        <w:t>,</w:t>
      </w:r>
      <w:r w:rsidR="009E157C">
        <w:rPr>
          <w:rFonts w:cstheme="minorHAnsi"/>
        </w:rPr>
        <w:t xml:space="preserve"> </w:t>
      </w:r>
      <w:r w:rsidRPr="00CC7E12">
        <w:rPr>
          <w:rFonts w:cstheme="minorHAnsi"/>
        </w:rPr>
        <w:t xml:space="preserve">nr </w:t>
      </w:r>
      <w:r w:rsidR="002229D8" w:rsidRPr="002557F5">
        <w:rPr>
          <w:rFonts w:cstheme="minorHAnsi"/>
          <w:b/>
        </w:rPr>
        <w:t>POST/DYS/OLD/GZ/0</w:t>
      </w:r>
      <w:r w:rsidR="009E157C">
        <w:rPr>
          <w:rFonts w:cstheme="minorHAnsi"/>
          <w:b/>
        </w:rPr>
        <w:t>0090</w:t>
      </w:r>
      <w:r w:rsidR="002229D8" w:rsidRPr="002557F5">
        <w:rPr>
          <w:rFonts w:cstheme="minorHAnsi"/>
          <w:b/>
        </w:rPr>
        <w:t>/202</w:t>
      </w:r>
      <w:r w:rsidR="009E157C">
        <w:rPr>
          <w:rFonts w:cstheme="minorHAnsi"/>
          <w:b/>
        </w:rPr>
        <w:t>6</w:t>
      </w:r>
      <w:r w:rsidRPr="00CC7E12">
        <w:rPr>
          <w:rFonts w:cstheme="minorHAnsi"/>
        </w:rPr>
        <w:t xml:space="preserve">, prowadzonego przez </w:t>
      </w:r>
      <w:r w:rsidR="002229D8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229D8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9F1710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9F1710">
        <w:rPr>
          <w:rFonts w:eastAsia="Times New Roman" w:cs="Arial"/>
        </w:rPr>
        <w:t>, zaktualizowanym rozporządzeniem Rady (UE) 2025/2033 (Dz.U. L, 2025/2033 z 23.10.2025) dalej: rozporządzenie 2025/2033</w:t>
      </w:r>
      <w:r w:rsidRPr="009F1710">
        <w:t>.</w:t>
      </w:r>
      <w:r w:rsidRPr="009F1710">
        <w:rPr>
          <w:vertAlign w:val="superscript"/>
        </w:rPr>
        <w:footnoteReference w:id="1"/>
      </w:r>
    </w:p>
    <w:p w14:paraId="3EA3242A" w14:textId="347883B1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71F4223B" w14:textId="77777777" w:rsidR="001257A6" w:rsidRDefault="001257A6" w:rsidP="002C2C2F">
      <w:pPr>
        <w:jc w:val="both"/>
        <w:rPr>
          <w:rFonts w:cstheme="minorHAnsi"/>
          <w:b/>
        </w:rPr>
      </w:pPr>
    </w:p>
    <w:p w14:paraId="13AF2A44" w14:textId="30741FC9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5AB769D3" w:rsidR="00CC7E12" w:rsidRDefault="00CC7E12" w:rsidP="00F2087D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F5B4867" w14:textId="77777777" w:rsidR="00F2087D" w:rsidRPr="00F2087D" w:rsidRDefault="00F2087D" w:rsidP="00F2087D">
      <w:pPr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9F171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E60FE9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A1284F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791923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39E52F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BE1634F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ECCCB" w14:textId="77777777" w:rsidR="002229D8" w:rsidRDefault="002229D8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A21A4A5" w14:textId="77777777" w:rsidR="002229D8" w:rsidRPr="006E100D" w:rsidRDefault="002229D8" w:rsidP="002229D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7B62589" w14:textId="7C41EA1A" w:rsidR="002229D8" w:rsidRDefault="009E157C" w:rsidP="002229D8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9E157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robót budowlanych w branży elektroenergetycznej na terenie działania OŁD w RE Łódź, w podziale na 4 niezależne części</w:t>
          </w:r>
          <w:r w:rsidR="00F830B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.</w:t>
          </w:r>
        </w:p>
        <w:p w14:paraId="5205B493" w14:textId="08A226DD" w:rsidR="00347E8D" w:rsidRPr="006B2C28" w:rsidRDefault="002229D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</w:t>
          </w:r>
          <w:r w:rsidR="009E157C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0090</w:t>
          </w:r>
          <w:r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</w:t>
          </w:r>
          <w:r w:rsidR="009E157C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5FACF5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09B4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D08"/>
    <w:rsid w:val="0009045E"/>
    <w:rsid w:val="00094799"/>
    <w:rsid w:val="00094EB9"/>
    <w:rsid w:val="00096510"/>
    <w:rsid w:val="000974B1"/>
    <w:rsid w:val="000A4C88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7A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4FDF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1052C"/>
    <w:rsid w:val="002229D8"/>
    <w:rsid w:val="00224257"/>
    <w:rsid w:val="00224BEA"/>
    <w:rsid w:val="00241DAD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50B80"/>
    <w:rsid w:val="00362C4E"/>
    <w:rsid w:val="00366FFB"/>
    <w:rsid w:val="00367325"/>
    <w:rsid w:val="00371A75"/>
    <w:rsid w:val="00375780"/>
    <w:rsid w:val="00381365"/>
    <w:rsid w:val="00387A0D"/>
    <w:rsid w:val="003903C2"/>
    <w:rsid w:val="00395F60"/>
    <w:rsid w:val="003A448C"/>
    <w:rsid w:val="003A4CC6"/>
    <w:rsid w:val="003A5390"/>
    <w:rsid w:val="003A5D11"/>
    <w:rsid w:val="003A7C03"/>
    <w:rsid w:val="003B43F5"/>
    <w:rsid w:val="003B66FE"/>
    <w:rsid w:val="003D41B4"/>
    <w:rsid w:val="003D4FEB"/>
    <w:rsid w:val="003D6C11"/>
    <w:rsid w:val="003E050D"/>
    <w:rsid w:val="003E3958"/>
    <w:rsid w:val="003E3CCB"/>
    <w:rsid w:val="003E59DD"/>
    <w:rsid w:val="003F132F"/>
    <w:rsid w:val="003F257A"/>
    <w:rsid w:val="0040472A"/>
    <w:rsid w:val="00412E5B"/>
    <w:rsid w:val="00417E23"/>
    <w:rsid w:val="004257E0"/>
    <w:rsid w:val="004331B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052D"/>
    <w:rsid w:val="00520308"/>
    <w:rsid w:val="00535E9B"/>
    <w:rsid w:val="00541E6E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065"/>
    <w:rsid w:val="007C6687"/>
    <w:rsid w:val="007C67FA"/>
    <w:rsid w:val="007D0675"/>
    <w:rsid w:val="007D1209"/>
    <w:rsid w:val="00812E3F"/>
    <w:rsid w:val="008130D5"/>
    <w:rsid w:val="0081735D"/>
    <w:rsid w:val="008217CE"/>
    <w:rsid w:val="00826229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5C2E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782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157C"/>
    <w:rsid w:val="009E2CB5"/>
    <w:rsid w:val="009E5B5E"/>
    <w:rsid w:val="009F1710"/>
    <w:rsid w:val="00A02C84"/>
    <w:rsid w:val="00A148D6"/>
    <w:rsid w:val="00A370AB"/>
    <w:rsid w:val="00A43299"/>
    <w:rsid w:val="00A467CA"/>
    <w:rsid w:val="00A57E04"/>
    <w:rsid w:val="00A6049B"/>
    <w:rsid w:val="00A62B4C"/>
    <w:rsid w:val="00A6635D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113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417C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477D1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73A6"/>
    <w:rsid w:val="00E12F47"/>
    <w:rsid w:val="00E16545"/>
    <w:rsid w:val="00E2123D"/>
    <w:rsid w:val="00E26EEA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087D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0B7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POST/DYS/OLD/GZ/00090/2026                        </dmsv2SWPP2ObjectNumber>
    <dmsv2SWPP2SumMD5 xmlns="http://schemas.microsoft.com/sharepoint/v3">e56137bc81fe99e2d7e837aed0b8f08c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24148639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JEUP5JKVCYQC-1092029480-16649</_dlc_DocId>
    <_dlc_DocIdUrl xmlns="a19cb1c7-c5c7-46d4-85ae-d83685407bba">
      <Url>https://swpp2.dms.gkpge.pl/sites/41/_layouts/15/DocIdRedir.aspx?ID=JEUP5JKVCYQC-1092029480-16649</Url>
      <Description>JEUP5JKVCYQC-1092029480-16649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209046-2996-442B-B447-F8C6617AB222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b6a7fc3-c441-41c3-bbfc-a960266391eb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F6E3ED0-D2C9-4170-955B-5EB3882C815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2</Pages>
  <Words>797</Words>
  <Characters>4786</Characters>
  <Application>Microsoft Office Word</Application>
  <DocSecurity>0</DocSecurity>
  <Lines>39</Lines>
  <Paragraphs>11</Paragraphs>
  <ScaleCrop>false</ScaleCrop>
  <Company>PGE Systemy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11</cp:revision>
  <cp:lastPrinted>2024-07-15T11:21:00Z</cp:lastPrinted>
  <dcterms:created xsi:type="dcterms:W3CDTF">2025-11-25T07:33:00Z</dcterms:created>
  <dcterms:modified xsi:type="dcterms:W3CDTF">2026-01-15T09:04:00Z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6c2c43d7-3ef4-448f-b83e-c7a2bf6e9d30</vt:lpwstr>
  </property>
</Properties>
</file>